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D11A1B" w:rsidP="005675F7">
      <w:pPr>
        <w:pStyle w:val="Heading1"/>
      </w:pPr>
      <w:bookmarkStart w:id="0" w:name="_GoBack"/>
      <w:bookmarkEnd w:id="0"/>
      <w:r>
        <w:t xml:space="preserve">5 </w:t>
      </w:r>
      <w:r w:rsidRPr="005675F7">
        <w:t>Effortless</w:t>
      </w:r>
      <w:r>
        <w:t xml:space="preserve"> Twitter Tactics to Get More Targeted Website Traffic</w:t>
      </w:r>
    </w:p>
    <w:p w:rsidR="005D717F" w:rsidRDefault="00D11A1B" w:rsidP="005D717F">
      <w:r>
        <w:t>As a business owner, you only have so much time to focus on your social media marketing efforts. Unfortunately, even though marketing can significantly increase your client base, it is rarely given the focus in a small business, but instead, it's wrapped u</w:t>
      </w:r>
      <w:r>
        <w:t xml:space="preserve">p with </w:t>
      </w:r>
      <w:r w:rsidR="000D3350">
        <w:t>sales, content development, and design, and when it comes to Twitter, many small businesses find themselves wandering in the dark. Here are five simple Twitter tactics that can help you get more targeted traffic to your website.</w:t>
      </w:r>
    </w:p>
    <w:p w:rsidR="000D3350" w:rsidRDefault="000D3350" w:rsidP="005D717F"/>
    <w:p w:rsidR="000D3350" w:rsidRDefault="00D11A1B" w:rsidP="005D717F">
      <w:pPr>
        <w:rPr>
          <w:b/>
        </w:rPr>
      </w:pPr>
      <w:r>
        <w:rPr>
          <w:b/>
        </w:rPr>
        <w:t>Get Visual</w:t>
      </w:r>
    </w:p>
    <w:p w:rsidR="002E7574" w:rsidRDefault="00D11A1B" w:rsidP="005D717F">
      <w:r>
        <w:t>If you w</w:t>
      </w:r>
      <w:r>
        <w:t xml:space="preserve">ant to utilize Twitter to help grow your business, then you have to stop thinking of the site as a text-only platform. Twitter features visual content more </w:t>
      </w:r>
      <w:r w:rsidRPr="008059E2">
        <w:t>significantly</w:t>
      </w:r>
      <w:r>
        <w:t xml:space="preserve"> on the site by auto-expanding images in tweets. This makes adding an image to your con</w:t>
      </w:r>
      <w:r>
        <w:t xml:space="preserve">tent more important than ever. </w:t>
      </w:r>
      <w:r w:rsidR="000215F8">
        <w:t>Adding stunning photos will go a long way to help your tweets stand out amongst the crowd.</w:t>
      </w:r>
    </w:p>
    <w:p w:rsidR="000215F8" w:rsidRDefault="000215F8" w:rsidP="005D717F"/>
    <w:p w:rsidR="000215F8" w:rsidRDefault="00D11A1B" w:rsidP="005D717F">
      <w:pPr>
        <w:rPr>
          <w:b/>
        </w:rPr>
      </w:pPr>
      <w:r>
        <w:rPr>
          <w:b/>
        </w:rPr>
        <w:t>Tease Your Followers</w:t>
      </w:r>
    </w:p>
    <w:p w:rsidR="00D8183A" w:rsidRDefault="00D11A1B" w:rsidP="005D717F">
      <w:r>
        <w:t xml:space="preserve">When you tweet out links, avoid giving out too much information about the content in the body of your tweet. If </w:t>
      </w:r>
      <w:r>
        <w:t>your audience can guess the entire story from merely reading the tweet, there is no reason for them to click the link to learn more. Try to frame your tweets in a way that highlights both the benefit of the content and creates curiosity.</w:t>
      </w:r>
    </w:p>
    <w:p w:rsidR="003637DD" w:rsidRDefault="003637DD" w:rsidP="005D717F"/>
    <w:p w:rsidR="003637DD" w:rsidRDefault="00D11A1B" w:rsidP="005D717F">
      <w:pPr>
        <w:rPr>
          <w:b/>
        </w:rPr>
      </w:pPr>
      <w:r>
        <w:rPr>
          <w:b/>
        </w:rPr>
        <w:t>Be Repetitive</w:t>
      </w:r>
    </w:p>
    <w:p w:rsidR="003637DD" w:rsidRDefault="00D11A1B" w:rsidP="005D717F">
      <w:r>
        <w:t>Twi</w:t>
      </w:r>
      <w:r>
        <w:t xml:space="preserve">tter is the only social media platform where it’s okay to post the same </w:t>
      </w:r>
      <w:r w:rsidR="0059663F">
        <w:t xml:space="preserve">update several times because updates can be easily missed on Twitter. If you want to share content several times, without annoying your readers, take the time to alter the images and text that you use in the tweet. </w:t>
      </w:r>
      <w:r w:rsidR="00302175">
        <w:t>For maximum visibility, post the tweets at different times of the day. You can easily do this with tools like Hootsuite or Buffer.</w:t>
      </w:r>
    </w:p>
    <w:p w:rsidR="00302175" w:rsidRDefault="00302175" w:rsidP="005D717F"/>
    <w:p w:rsidR="00302175" w:rsidRDefault="00D11A1B" w:rsidP="005D717F">
      <w:pPr>
        <w:rPr>
          <w:b/>
        </w:rPr>
      </w:pPr>
      <w:r>
        <w:rPr>
          <w:b/>
        </w:rPr>
        <w:t>Let Your Audience Tell You What to Do</w:t>
      </w:r>
    </w:p>
    <w:p w:rsidR="006A2097" w:rsidRDefault="00D11A1B" w:rsidP="005D717F">
      <w:r>
        <w:t>Your Twitter followers can be extremely helpful in prov</w:t>
      </w:r>
      <w:r>
        <w:t>iding you with the direction of your content. Take some time to poll your audience by asking them what type of issues they typically face. By showing interest in the challenges that others face, you can create a circle of giving and take that build trust w</w:t>
      </w:r>
      <w:r>
        <w:t>ith users who have similar interests.</w:t>
      </w:r>
    </w:p>
    <w:p w:rsidR="008D0D16" w:rsidRDefault="008D0D16" w:rsidP="005D717F"/>
    <w:p w:rsidR="008D0D16" w:rsidRDefault="00D11A1B" w:rsidP="005D717F">
      <w:pPr>
        <w:rPr>
          <w:b/>
        </w:rPr>
      </w:pPr>
      <w:r>
        <w:rPr>
          <w:b/>
        </w:rPr>
        <w:t>Utilize Hashtags</w:t>
      </w:r>
    </w:p>
    <w:p w:rsidR="008D0D16" w:rsidRDefault="00D11A1B" w:rsidP="005D717F">
      <w:r>
        <w:t>According to data released by Expanded Ramblings, tweets that contain hashtags receive twice as much engagement as those without. The more involvement you have with your tweets, the more visibility yo</w:t>
      </w:r>
      <w:r>
        <w:t>u get and the more clicks your links receive.</w:t>
      </w:r>
    </w:p>
    <w:p w:rsidR="00C35FFF" w:rsidRDefault="00C35FFF" w:rsidP="005D717F"/>
    <w:p w:rsidR="00C35FFF" w:rsidRPr="008D0D16" w:rsidRDefault="00D11A1B" w:rsidP="005D717F">
      <w:r>
        <w:t xml:space="preserve">You won't dramatically increase traffic to your website overnight, but by implementing these five simple tactics, you can start to build a substantial presence on Twitter and turn it into a valuable source of </w:t>
      </w:r>
      <w:r>
        <w:t>new visitors to your company site.</w:t>
      </w:r>
    </w:p>
    <w:sectPr w:rsidR="00C35FFF" w:rsidRPr="008D0D16"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5F7"/>
    <w:rsid w:val="000215F8"/>
    <w:rsid w:val="00075125"/>
    <w:rsid w:val="000D3350"/>
    <w:rsid w:val="0019610B"/>
    <w:rsid w:val="002E7574"/>
    <w:rsid w:val="00302175"/>
    <w:rsid w:val="003637DD"/>
    <w:rsid w:val="003D654D"/>
    <w:rsid w:val="005675F7"/>
    <w:rsid w:val="0059663F"/>
    <w:rsid w:val="005D22D0"/>
    <w:rsid w:val="005D717F"/>
    <w:rsid w:val="0064063D"/>
    <w:rsid w:val="00660AAD"/>
    <w:rsid w:val="006A2097"/>
    <w:rsid w:val="008059E2"/>
    <w:rsid w:val="008D0D16"/>
    <w:rsid w:val="00C35FFF"/>
    <w:rsid w:val="00D11A1B"/>
    <w:rsid w:val="00D8183A"/>
    <w:rsid w:val="00ED7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B499FDEE-15DD-F841-B9C6-E8FDD54F8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454</Words>
  <Characters>2201</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2018-12-30T21:25:00Z</dcterms:created>
  <dcterms:modified xsi:type="dcterms:W3CDTF">2018-12-30T21:25:00Z</dcterms:modified>
  <cp:category/>
</cp:coreProperties>
</file>